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D4" w:rsidRDefault="00FC10D4" w:rsidP="00FC10D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C10D4" w:rsidRDefault="00FC10D4">
      <w:pPr>
        <w:pStyle w:val="Nadpis1"/>
      </w:pPr>
    </w:p>
    <w:p w:rsidR="00C6268B" w:rsidRDefault="00BF3A0C">
      <w:pPr>
        <w:pStyle w:val="Nadpis1"/>
      </w:pPr>
      <w:r>
        <w:t>5</w:t>
      </w:r>
      <w:r w:rsidR="00837CB3">
        <w:t>9</w:t>
      </w:r>
      <w:r w:rsidR="00DC010D">
        <w:t>/</w:t>
      </w:r>
      <w:r>
        <w:t>06</w:t>
      </w:r>
      <w:r w:rsidR="00DC010D">
        <w:t xml:space="preserve"> - odbor </w:t>
      </w:r>
      <w:r>
        <w:t>životn</w:t>
      </w:r>
      <w:r w:rsidR="000A6B3B">
        <w:t>í</w:t>
      </w:r>
      <w:r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BF3A0C">
      <w:pPr>
        <w:pStyle w:val="Nadpis2"/>
      </w:pPr>
      <w:r>
        <w:t xml:space="preserve">Darovací smlouva – pamětní deska </w:t>
      </w:r>
      <w:r w:rsidR="002A2FCC">
        <w:t>„</w:t>
      </w:r>
      <w:r>
        <w:t xml:space="preserve">br. </w:t>
      </w:r>
      <w:r w:rsidR="002A2FCC">
        <w:t xml:space="preserve">Jaroslav </w:t>
      </w:r>
      <w:r>
        <w:t>Zlámaný</w:t>
      </w:r>
      <w:r w:rsidR="002A2FCC">
        <w:t>“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BF3A0C">
        <w:t>1</w:t>
      </w:r>
      <w:r>
        <w:t xml:space="preserve">. </w:t>
      </w:r>
      <w:r w:rsidR="00BF3A0C">
        <w:t>září</w:t>
      </w:r>
      <w:r>
        <w:t xml:space="preserve"> 20</w:t>
      </w:r>
      <w:r w:rsidR="00BF3A0C">
        <w:t>16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Důvodová zpráva:</w:t>
      </w:r>
    </w:p>
    <w:p w:rsidR="00C6268B" w:rsidRDefault="00176A28">
      <w:pPr>
        <w:widowControl w:val="0"/>
        <w:autoSpaceDE w:val="0"/>
        <w:autoSpaceDN w:val="0"/>
        <w:adjustRightInd w:val="0"/>
        <w:jc w:val="both"/>
      </w:pPr>
      <w:r>
        <w:t xml:space="preserve">V budově </w:t>
      </w:r>
      <w:r w:rsidR="00DC010D">
        <w:t xml:space="preserve">ulice </w:t>
      </w:r>
      <w:r>
        <w:t>Bezděkovská 216, Strakonice, bývalý kostel farnosti Husův sbor se nachází válečný hrob č. CZE 3011-10748. Jedná se o desku, věnovanou uctění památky popravené</w:t>
      </w:r>
      <w:r w:rsidR="00290F0D">
        <w:t>ho</w:t>
      </w:r>
      <w:r>
        <w:t xml:space="preserve"> farář</w:t>
      </w:r>
      <w:r w:rsidR="00290F0D">
        <w:t>e</w:t>
      </w:r>
      <w:r>
        <w:t xml:space="preserve"> Husova sboru v období </w:t>
      </w:r>
      <w:r w:rsidR="00290F0D">
        <w:t>fašistické</w:t>
      </w:r>
      <w:r>
        <w:t xml:space="preserve"> </w:t>
      </w:r>
      <w:r w:rsidR="00AE4A79">
        <w:t xml:space="preserve">okupace </w:t>
      </w:r>
      <w:r>
        <w:t>bratr</w:t>
      </w:r>
      <w:r w:rsidR="00290F0D">
        <w:t>a</w:t>
      </w:r>
      <w:r>
        <w:t xml:space="preserve"> Jaroslav</w:t>
      </w:r>
      <w:r w:rsidR="00290F0D">
        <w:t>a</w:t>
      </w:r>
      <w:r>
        <w:t xml:space="preserve"> Zlámané</w:t>
      </w:r>
      <w:r w:rsidR="00290F0D">
        <w:t>ho</w:t>
      </w:r>
      <w:r>
        <w:t>.</w:t>
      </w:r>
    </w:p>
    <w:p w:rsidR="00AE4A79" w:rsidRDefault="00AE4A79">
      <w:pPr>
        <w:widowControl w:val="0"/>
        <w:autoSpaceDE w:val="0"/>
        <w:autoSpaceDN w:val="0"/>
        <w:adjustRightInd w:val="0"/>
        <w:jc w:val="both"/>
      </w:pPr>
      <w:r>
        <w:t xml:space="preserve">Zmíněný objekt byl v roce 2014 prodán podnikající osobě panu Ladislavu Charvátovi. Daný objekt má projít rozsáhlou stavební úpravou a podle zákona č. 122/2004 Sb. o válečných hrobech a pietních místech nesmí válečný hrob zaniknout. Ministerstvo obrany – odbor péče o veterány a válečné hroby doporučil </w:t>
      </w:r>
      <w:r w:rsidR="002A2FCC">
        <w:t xml:space="preserve">městu Strakonice </w:t>
      </w:r>
      <w:r>
        <w:t xml:space="preserve">pamětní desku od stávajícího majitele získat darovací smlouvou a najít vhodné </w:t>
      </w:r>
      <w:r w:rsidR="005B59A6">
        <w:t xml:space="preserve">místo pro </w:t>
      </w:r>
      <w:r>
        <w:t>umístění pamětní desky.</w:t>
      </w:r>
    </w:p>
    <w:p w:rsidR="00DC010D" w:rsidRDefault="00DC010D">
      <w:pPr>
        <w:widowControl w:val="0"/>
        <w:autoSpaceDE w:val="0"/>
        <w:autoSpaceDN w:val="0"/>
        <w:adjustRightInd w:val="0"/>
        <w:jc w:val="both"/>
      </w:pPr>
      <w:r>
        <w:t xml:space="preserve">Dne 31. srpna 2016 proběhlo jednání s panem </w:t>
      </w:r>
      <w:r w:rsidR="002A2FCC">
        <w:t xml:space="preserve">Ladislavem </w:t>
      </w:r>
      <w:r>
        <w:t>Charvátem. Souhlasil s darováním předmětn</w:t>
      </w:r>
      <w:r w:rsidR="002A2FCC">
        <w:t>í</w:t>
      </w:r>
      <w:r>
        <w:t xml:space="preserve"> desky a </w:t>
      </w:r>
      <w:r w:rsidR="00290F0D">
        <w:t xml:space="preserve">Ing. Kurek - </w:t>
      </w:r>
      <w:r>
        <w:t>pracovník krizového řízení desku převzal. Zároveň byl projednán návrh darovací smlouvy, se kterým pan Charvát souhlasil.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BF3A0C">
        <w:t>Souhlasí</w:t>
      </w:r>
    </w:p>
    <w:p w:rsidR="00C6268B" w:rsidRDefault="00BF3A0C">
      <w:pPr>
        <w:jc w:val="both"/>
      </w:pPr>
      <w:r w:rsidRPr="00BF3A0C">
        <w:t xml:space="preserve">s uzavřením </w:t>
      </w:r>
      <w:r>
        <w:t xml:space="preserve">darovací smlouvy </w:t>
      </w:r>
      <w:r w:rsidRPr="00BF3A0C">
        <w:t xml:space="preserve">mezi </w:t>
      </w:r>
      <w:r>
        <w:t>Ladislavem Charvátem, Velká Turná. 10, 386 01  Velká Turná, IČ 73510386</w:t>
      </w:r>
      <w:r w:rsidRPr="00BF3A0C">
        <w:t xml:space="preserve">, jako </w:t>
      </w:r>
      <w:r>
        <w:t>dárcem</w:t>
      </w:r>
      <w:r w:rsidRPr="00BF3A0C">
        <w:t xml:space="preserve"> a městem Strakonice, Velké náměstí 2, Strakonice, IČ 251810, jako </w:t>
      </w:r>
      <w:r>
        <w:t>obdarovaným</w:t>
      </w:r>
      <w:r w:rsidRPr="00BF3A0C">
        <w:t>, její</w:t>
      </w:r>
      <w:r w:rsidR="005B59A6">
        <w:t>m</w:t>
      </w:r>
      <w:r w:rsidRPr="00BF3A0C">
        <w:t xml:space="preserve">ž předmětem je </w:t>
      </w:r>
      <w:r w:rsidR="00176A28">
        <w:t>pamětní deska válečného hrobu se jménem popraveného - br. Jaroslav Zlámaný (Husův sbor), číslo válečného hrobu CZE 3011-10748.</w:t>
      </w:r>
    </w:p>
    <w:p w:rsidR="00C6268B" w:rsidRDefault="00DC010D">
      <w:pPr>
        <w:pStyle w:val="Nadpis3"/>
      </w:pPr>
      <w:r>
        <w:t>I</w:t>
      </w:r>
      <w:bookmarkStart w:id="0" w:name="_GoBack"/>
      <w:bookmarkEnd w:id="0"/>
      <w:r>
        <w:t xml:space="preserve">I. </w:t>
      </w:r>
      <w:r w:rsidR="00BF3A0C">
        <w:t>Pověřuje</w:t>
      </w:r>
    </w:p>
    <w:p w:rsidR="00C6268B" w:rsidRPr="00BF3A0C" w:rsidRDefault="005B59A6">
      <w:pPr>
        <w:widowControl w:val="0"/>
        <w:autoSpaceDE w:val="0"/>
        <w:autoSpaceDN w:val="0"/>
        <w:adjustRightInd w:val="0"/>
        <w:jc w:val="both"/>
      </w:pPr>
      <w:r>
        <w:t>s</w:t>
      </w:r>
      <w:r w:rsidR="00BF3A0C" w:rsidRPr="00BF3A0C">
        <w:t>tarostu města podpisem darovací smlouvy</w:t>
      </w: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>Jaroslav Brůžek – vedoucí odboru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p w:rsidR="00176A28" w:rsidRDefault="00176A28" w:rsidP="00176A28">
      <w:pPr>
        <w:jc w:val="both"/>
      </w:pPr>
      <w:r>
        <w:t>Příloha:</w:t>
      </w:r>
    </w:p>
    <w:p w:rsidR="00176A28" w:rsidRDefault="00176A28" w:rsidP="00176A28">
      <w:pPr>
        <w:ind w:firstLine="708"/>
        <w:jc w:val="both"/>
      </w:pPr>
      <w:r>
        <w:lastRenderedPageBreak/>
        <w:t xml:space="preserve">58.06 Odbor </w:t>
      </w:r>
      <w:proofErr w:type="spellStart"/>
      <w:r>
        <w:t>ŽP_příloha</w:t>
      </w:r>
      <w:proofErr w:type="spellEnd"/>
      <w:r>
        <w:t xml:space="preserve"> 1_Darovací </w:t>
      </w:r>
      <w:proofErr w:type="spellStart"/>
      <w:r>
        <w:t>smlouva_pamětní</w:t>
      </w:r>
      <w:proofErr w:type="spellEnd"/>
      <w:r>
        <w:t xml:space="preserve"> deska</w:t>
      </w:r>
      <w:r w:rsidR="00290F0D">
        <w:t>.docx</w:t>
      </w:r>
    </w:p>
    <w:p w:rsidR="00290F0D" w:rsidRDefault="00290F0D" w:rsidP="00290F0D">
      <w:pPr>
        <w:ind w:firstLine="708"/>
        <w:jc w:val="both"/>
      </w:pPr>
      <w:r>
        <w:t xml:space="preserve">58.06 Odbor </w:t>
      </w:r>
      <w:proofErr w:type="spellStart"/>
      <w:r>
        <w:t>ŽP_příloha</w:t>
      </w:r>
      <w:proofErr w:type="spellEnd"/>
      <w:r>
        <w:t xml:space="preserve"> 2_</w:t>
      </w:r>
      <w:r w:rsidR="005B59A6">
        <w:t xml:space="preserve">evidenční list </w:t>
      </w:r>
      <w:r>
        <w:t>VH.pdf</w:t>
      </w:r>
    </w:p>
    <w:p w:rsidR="00176A28" w:rsidRDefault="00176A28">
      <w:pPr>
        <w:jc w:val="both"/>
        <w:rPr>
          <w:b/>
          <w:bCs/>
        </w:rPr>
      </w:pPr>
    </w:p>
    <w:sectPr w:rsidR="00176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8C0"/>
    <w:rsid w:val="000A6B3B"/>
    <w:rsid w:val="00176A28"/>
    <w:rsid w:val="00290F0D"/>
    <w:rsid w:val="002A2FCC"/>
    <w:rsid w:val="005B59A6"/>
    <w:rsid w:val="00837CB3"/>
    <w:rsid w:val="00AE4A79"/>
    <w:rsid w:val="00BC38C0"/>
    <w:rsid w:val="00BC4DF7"/>
    <w:rsid w:val="00BF3A0C"/>
    <w:rsid w:val="00C6268B"/>
    <w:rsid w:val="00DC010D"/>
    <w:rsid w:val="00FC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7B2C6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AF847-BC65-4B2F-AAA6-1A497864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48</TotalTime>
  <Pages>2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Miroslava Havrdová</cp:lastModifiedBy>
  <cp:revision>9</cp:revision>
  <cp:lastPrinted>2016-09-14T06:42:00Z</cp:lastPrinted>
  <dcterms:created xsi:type="dcterms:W3CDTF">2016-09-13T11:55:00Z</dcterms:created>
  <dcterms:modified xsi:type="dcterms:W3CDTF">2016-09-15T09:38:00Z</dcterms:modified>
</cp:coreProperties>
</file>